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59D" w:rsidRPr="003A597D" w:rsidRDefault="00A1059D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8</w:t>
      </w:r>
    </w:p>
    <w:p w:rsidR="00A1059D" w:rsidRPr="003A597D" w:rsidRDefault="00A1059D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  <w:r w:rsidRPr="003A597D">
        <w:rPr>
          <w:rFonts w:ascii="Times New Roman" w:hAnsi="Times New Roman"/>
          <w:sz w:val="28"/>
          <w:szCs w:val="28"/>
        </w:rPr>
        <w:t>к решению Совета</w:t>
      </w:r>
      <w:r>
        <w:rPr>
          <w:rFonts w:ascii="Times New Roman" w:hAnsi="Times New Roman"/>
          <w:sz w:val="28"/>
          <w:szCs w:val="28"/>
        </w:rPr>
        <w:t xml:space="preserve"> МО</w:t>
      </w:r>
    </w:p>
    <w:p w:rsidR="00A1059D" w:rsidRDefault="00A1059D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A597D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>ельское поселение с</w:t>
      </w:r>
      <w:r w:rsidRPr="003A597D">
        <w:rPr>
          <w:rFonts w:ascii="Times New Roman" w:hAnsi="Times New Roman"/>
          <w:sz w:val="28"/>
          <w:szCs w:val="28"/>
        </w:rPr>
        <w:t>ело Пироговка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1059D" w:rsidRDefault="00A1059D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Ахтубинского муниципального района </w:t>
      </w:r>
    </w:p>
    <w:p w:rsidR="00A1059D" w:rsidRDefault="00A1059D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Астраханской области</w:t>
      </w:r>
      <w:r w:rsidRPr="003A597D">
        <w:rPr>
          <w:rFonts w:ascii="Times New Roman" w:hAnsi="Times New Roman"/>
          <w:sz w:val="28"/>
          <w:szCs w:val="28"/>
        </w:rPr>
        <w:t>»</w:t>
      </w:r>
    </w:p>
    <w:p w:rsidR="00A1059D" w:rsidRPr="006764ED" w:rsidRDefault="00A1059D" w:rsidP="002F502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14  от  18.12.2024     </w:t>
      </w:r>
    </w:p>
    <w:p w:rsidR="00A1059D" w:rsidRPr="003A597D" w:rsidRDefault="00A1059D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tbl>
      <w:tblPr>
        <w:tblW w:w="10572" w:type="dxa"/>
        <w:tblInd w:w="-504" w:type="dxa"/>
        <w:tblLayout w:type="fixed"/>
        <w:tblLook w:val="00A0"/>
      </w:tblPr>
      <w:tblGrid>
        <w:gridCol w:w="896"/>
        <w:gridCol w:w="283"/>
        <w:gridCol w:w="709"/>
        <w:gridCol w:w="1276"/>
        <w:gridCol w:w="1417"/>
        <w:gridCol w:w="2694"/>
        <w:gridCol w:w="1409"/>
        <w:gridCol w:w="290"/>
        <w:gridCol w:w="852"/>
        <w:gridCol w:w="37"/>
        <w:gridCol w:w="709"/>
      </w:tblGrid>
      <w:tr w:rsidR="00A1059D" w:rsidRPr="006B456D" w:rsidTr="003A597D">
        <w:trPr>
          <w:gridAfter w:val="3"/>
          <w:wAfter w:w="1598" w:type="dxa"/>
          <w:trHeight w:val="312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059D" w:rsidRPr="008F7462" w:rsidRDefault="00A1059D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059D" w:rsidRPr="008F7462" w:rsidRDefault="00A1059D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0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059D" w:rsidRPr="008F7462" w:rsidRDefault="00A1059D" w:rsidP="00FB03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059D" w:rsidRPr="008F7462" w:rsidRDefault="00A1059D" w:rsidP="00E14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1059D" w:rsidRPr="006B456D" w:rsidTr="00FB03C8">
        <w:trPr>
          <w:gridAfter w:val="1"/>
          <w:wAfter w:w="709" w:type="dxa"/>
          <w:trHeight w:val="513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059D" w:rsidRPr="008F7462" w:rsidRDefault="00A1059D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059D" w:rsidRPr="008F7462" w:rsidRDefault="00A1059D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059D" w:rsidRPr="00FB03C8" w:rsidRDefault="00A1059D" w:rsidP="00FB03C8">
            <w:pPr>
              <w:spacing w:after="0" w:line="240" w:lineRule="auto"/>
              <w:ind w:left="-675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Программа </w:t>
            </w:r>
            <w:r w:rsidRPr="00FB03C8">
              <w:rPr>
                <w:rFonts w:ascii="Times New Roman" w:hAnsi="Times New Roman"/>
                <w:b/>
                <w:sz w:val="28"/>
                <w:szCs w:val="28"/>
              </w:rPr>
              <w:t>предоставления муниципальных га</w:t>
            </w:r>
            <w:bookmarkStart w:id="0" w:name="_GoBack"/>
            <w:bookmarkEnd w:id="0"/>
            <w:r w:rsidRPr="00FB03C8">
              <w:rPr>
                <w:rFonts w:ascii="Times New Roman" w:hAnsi="Times New Roman"/>
                <w:b/>
                <w:sz w:val="28"/>
                <w:szCs w:val="28"/>
              </w:rPr>
              <w:t>рантий</w:t>
            </w:r>
          </w:p>
        </w:tc>
      </w:tr>
      <w:tr w:rsidR="00A1059D" w:rsidRPr="006B456D" w:rsidTr="003A597D">
        <w:trPr>
          <w:gridAfter w:val="1"/>
          <w:wAfter w:w="709" w:type="dxa"/>
          <w:trHeight w:val="312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059D" w:rsidRPr="008F7462" w:rsidRDefault="00A1059D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059D" w:rsidRPr="008F7462" w:rsidRDefault="00A1059D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:rsidR="00A1059D" w:rsidRPr="00FB03C8" w:rsidRDefault="00A1059D" w:rsidP="003A597D">
            <w:pPr>
              <w:spacing w:after="0" w:line="240" w:lineRule="auto"/>
              <w:ind w:left="-6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03C8">
              <w:rPr>
                <w:rFonts w:ascii="Times New Roman" w:hAnsi="Times New Roman"/>
                <w:b/>
                <w:sz w:val="28"/>
                <w:szCs w:val="28"/>
              </w:rPr>
              <w:t xml:space="preserve">МО "Сельское поселение село Пироговка Ахтубинского </w:t>
            </w:r>
          </w:p>
          <w:p w:rsidR="00A1059D" w:rsidRPr="008F7462" w:rsidRDefault="00A1059D" w:rsidP="003A597D">
            <w:pPr>
              <w:spacing w:after="0" w:line="240" w:lineRule="auto"/>
              <w:ind w:left="-675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B03C8">
              <w:rPr>
                <w:rFonts w:ascii="Times New Roman" w:hAnsi="Times New Roman"/>
                <w:b/>
                <w:sz w:val="28"/>
                <w:szCs w:val="28"/>
              </w:rPr>
              <w:t>муниципального района Астраханской области"</w:t>
            </w:r>
          </w:p>
        </w:tc>
      </w:tr>
      <w:tr w:rsidR="00A1059D" w:rsidRPr="006B456D" w:rsidTr="007723A7">
        <w:trPr>
          <w:trHeight w:val="312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059D" w:rsidRPr="008F7462" w:rsidRDefault="00A1059D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059D" w:rsidRPr="008F7462" w:rsidRDefault="00A1059D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059D" w:rsidRPr="00FB03C8" w:rsidRDefault="00A1059D" w:rsidP="00FB03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                   на 2025</w:t>
            </w:r>
            <w:r w:rsidRPr="00FB03C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1059D" w:rsidRPr="006B456D" w:rsidTr="007723A7">
        <w:trPr>
          <w:trHeight w:val="312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059D" w:rsidRPr="008F7462" w:rsidRDefault="00A1059D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059D" w:rsidRPr="008F7462" w:rsidRDefault="00A1059D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059D" w:rsidRPr="008F7462" w:rsidRDefault="00A1059D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059D" w:rsidRPr="006B456D" w:rsidTr="007723A7">
        <w:trPr>
          <w:trHeight w:val="312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059D" w:rsidRPr="008F7462" w:rsidRDefault="00A1059D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059D" w:rsidRPr="008F7462" w:rsidRDefault="00A1059D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059D" w:rsidRPr="008F7462" w:rsidRDefault="00A1059D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059D" w:rsidRPr="006B456D" w:rsidTr="007723A7">
        <w:trPr>
          <w:trHeight w:val="79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059D" w:rsidRPr="008F7462" w:rsidRDefault="00A1059D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059D" w:rsidRPr="008F7462" w:rsidRDefault="00A1059D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:rsidR="00A1059D" w:rsidRPr="008F7462" w:rsidRDefault="00A1059D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059D" w:rsidRPr="006B456D" w:rsidTr="007723A7">
        <w:trPr>
          <w:gridAfter w:val="2"/>
          <w:wAfter w:w="746" w:type="dxa"/>
          <w:trHeight w:val="744"/>
        </w:trPr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59D" w:rsidRPr="008F7462" w:rsidRDefault="00A1059D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59D" w:rsidRPr="008F7462" w:rsidRDefault="00A1059D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59D" w:rsidRPr="008F7462" w:rsidRDefault="00A1059D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59D" w:rsidRPr="008F7462" w:rsidRDefault="00A1059D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59D" w:rsidRPr="008F7462" w:rsidRDefault="00A1059D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Иные условия предоставления государственных гарантий</w:t>
            </w:r>
          </w:p>
        </w:tc>
      </w:tr>
      <w:tr w:rsidR="00A1059D" w:rsidRPr="006B456D" w:rsidTr="007723A7">
        <w:trPr>
          <w:gridAfter w:val="2"/>
          <w:wAfter w:w="746" w:type="dxa"/>
          <w:trHeight w:val="1517"/>
        </w:trPr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59D" w:rsidRPr="008F7462" w:rsidRDefault="00A1059D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59D" w:rsidRPr="008F7462" w:rsidRDefault="00A1059D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59D" w:rsidRPr="008F7462" w:rsidRDefault="00A1059D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59D" w:rsidRPr="008F7462" w:rsidRDefault="00A1059D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Объем бюджетных ассигнова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ний на исполнение гарантий в 2025</w:t>
            </w: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59D" w:rsidRPr="008F7462" w:rsidRDefault="00A1059D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59D" w:rsidRPr="008F7462" w:rsidRDefault="00A1059D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059D" w:rsidRPr="006B456D" w:rsidTr="007723A7">
        <w:trPr>
          <w:gridAfter w:val="2"/>
          <w:wAfter w:w="746" w:type="dxa"/>
          <w:trHeight w:val="253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059D" w:rsidRPr="008F7462" w:rsidRDefault="00A1059D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059D" w:rsidRPr="008F7462" w:rsidRDefault="00A1059D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059D" w:rsidRPr="008F7462" w:rsidRDefault="00A1059D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059D" w:rsidRPr="008F7462" w:rsidRDefault="00A1059D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059D" w:rsidRPr="00583AD0" w:rsidRDefault="00A1059D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059D" w:rsidRPr="00583AD0" w:rsidRDefault="00A1059D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</w:tr>
      <w:tr w:rsidR="00A1059D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59D" w:rsidRDefault="00A1059D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59D" w:rsidRDefault="00A1059D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A1059D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59D" w:rsidRDefault="00A1059D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59D" w:rsidRDefault="00A1059D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A1059D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1059D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A1059D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A1059D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1059D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A1059D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59D" w:rsidRDefault="00A1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A1059D" w:rsidRPr="00EC2A21" w:rsidRDefault="00A1059D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1059D" w:rsidRPr="00EC2A21" w:rsidRDefault="00A1059D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1059D" w:rsidRPr="00EC2A21" w:rsidRDefault="00A1059D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1059D" w:rsidRPr="00EC2A21" w:rsidRDefault="00A1059D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1059D" w:rsidRPr="00243A85" w:rsidRDefault="00A1059D" w:rsidP="00243A8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Верно:</w:t>
      </w:r>
    </w:p>
    <w:sectPr w:rsidR="00A1059D" w:rsidRPr="00243A85" w:rsidSect="007B7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59D" w:rsidRDefault="00A1059D" w:rsidP="003A597D">
      <w:pPr>
        <w:spacing w:after="0" w:line="240" w:lineRule="auto"/>
      </w:pPr>
      <w:r>
        <w:separator/>
      </w:r>
    </w:p>
  </w:endnote>
  <w:endnote w:type="continuationSeparator" w:id="0">
    <w:p w:rsidR="00A1059D" w:rsidRDefault="00A1059D" w:rsidP="003A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59D" w:rsidRDefault="00A1059D" w:rsidP="003A597D">
      <w:pPr>
        <w:spacing w:after="0" w:line="240" w:lineRule="auto"/>
      </w:pPr>
      <w:r>
        <w:separator/>
      </w:r>
    </w:p>
  </w:footnote>
  <w:footnote w:type="continuationSeparator" w:id="0">
    <w:p w:rsidR="00A1059D" w:rsidRDefault="00A1059D" w:rsidP="003A59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5B04"/>
    <w:rsid w:val="0002647B"/>
    <w:rsid w:val="000720B5"/>
    <w:rsid w:val="000C674D"/>
    <w:rsid w:val="000F1C62"/>
    <w:rsid w:val="00101401"/>
    <w:rsid w:val="001256F6"/>
    <w:rsid w:val="0014447A"/>
    <w:rsid w:val="001939B5"/>
    <w:rsid w:val="001A7A60"/>
    <w:rsid w:val="001B7CBA"/>
    <w:rsid w:val="002127DF"/>
    <w:rsid w:val="00243A85"/>
    <w:rsid w:val="00270CB6"/>
    <w:rsid w:val="00292FAB"/>
    <w:rsid w:val="002C2ECB"/>
    <w:rsid w:val="002F5021"/>
    <w:rsid w:val="00306CFE"/>
    <w:rsid w:val="00310A7A"/>
    <w:rsid w:val="003306EF"/>
    <w:rsid w:val="00357DE6"/>
    <w:rsid w:val="003767B2"/>
    <w:rsid w:val="00390B45"/>
    <w:rsid w:val="003A597D"/>
    <w:rsid w:val="004436F9"/>
    <w:rsid w:val="00455F2F"/>
    <w:rsid w:val="004D1849"/>
    <w:rsid w:val="004E262E"/>
    <w:rsid w:val="0050635C"/>
    <w:rsid w:val="005774AA"/>
    <w:rsid w:val="00583AD0"/>
    <w:rsid w:val="005E4431"/>
    <w:rsid w:val="005F0AB7"/>
    <w:rsid w:val="00611DBE"/>
    <w:rsid w:val="00612412"/>
    <w:rsid w:val="00621483"/>
    <w:rsid w:val="00626411"/>
    <w:rsid w:val="006727A6"/>
    <w:rsid w:val="006764ED"/>
    <w:rsid w:val="00685946"/>
    <w:rsid w:val="006B456D"/>
    <w:rsid w:val="006B4E3A"/>
    <w:rsid w:val="006F16AD"/>
    <w:rsid w:val="00704FF1"/>
    <w:rsid w:val="00741B19"/>
    <w:rsid w:val="007723A7"/>
    <w:rsid w:val="00785D43"/>
    <w:rsid w:val="00797403"/>
    <w:rsid w:val="007B7BD1"/>
    <w:rsid w:val="00800138"/>
    <w:rsid w:val="00822BD7"/>
    <w:rsid w:val="0086771E"/>
    <w:rsid w:val="008A50FD"/>
    <w:rsid w:val="008E068E"/>
    <w:rsid w:val="008F7462"/>
    <w:rsid w:val="00900755"/>
    <w:rsid w:val="00954E96"/>
    <w:rsid w:val="009552CF"/>
    <w:rsid w:val="00956EE7"/>
    <w:rsid w:val="00996D06"/>
    <w:rsid w:val="009B44E8"/>
    <w:rsid w:val="009B4CDB"/>
    <w:rsid w:val="009C2636"/>
    <w:rsid w:val="00A01DF7"/>
    <w:rsid w:val="00A1059D"/>
    <w:rsid w:val="00A216C0"/>
    <w:rsid w:val="00A22374"/>
    <w:rsid w:val="00A24722"/>
    <w:rsid w:val="00A50FFF"/>
    <w:rsid w:val="00A74879"/>
    <w:rsid w:val="00AE3E8B"/>
    <w:rsid w:val="00B25A93"/>
    <w:rsid w:val="00B902B7"/>
    <w:rsid w:val="00B95106"/>
    <w:rsid w:val="00BF153C"/>
    <w:rsid w:val="00C048C9"/>
    <w:rsid w:val="00C262E5"/>
    <w:rsid w:val="00C40838"/>
    <w:rsid w:val="00C90509"/>
    <w:rsid w:val="00C94AD3"/>
    <w:rsid w:val="00CE3ACE"/>
    <w:rsid w:val="00CE408B"/>
    <w:rsid w:val="00D00DCD"/>
    <w:rsid w:val="00D431A8"/>
    <w:rsid w:val="00E05B04"/>
    <w:rsid w:val="00E11BAC"/>
    <w:rsid w:val="00E14456"/>
    <w:rsid w:val="00E324B2"/>
    <w:rsid w:val="00E55E93"/>
    <w:rsid w:val="00EB485C"/>
    <w:rsid w:val="00EC2A21"/>
    <w:rsid w:val="00F23234"/>
    <w:rsid w:val="00F43734"/>
    <w:rsid w:val="00F46256"/>
    <w:rsid w:val="00F812E3"/>
    <w:rsid w:val="00FB03C8"/>
    <w:rsid w:val="00FF7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63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A5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A597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A5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A597D"/>
    <w:rPr>
      <w:rFonts w:cs="Times New Roman"/>
    </w:rPr>
  </w:style>
  <w:style w:type="paragraph" w:styleId="NoSpacing">
    <w:name w:val="No Spacing"/>
    <w:uiPriority w:val="99"/>
    <w:qFormat/>
    <w:rsid w:val="003A597D"/>
    <w:rPr>
      <w:lang w:eastAsia="en-US"/>
    </w:rPr>
  </w:style>
  <w:style w:type="paragraph" w:styleId="NormalWeb">
    <w:name w:val="Normal (Web)"/>
    <w:basedOn w:val="Normal"/>
    <w:uiPriority w:val="99"/>
    <w:rsid w:val="00FB03C8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27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123</Words>
  <Characters>706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30</cp:revision>
  <cp:lastPrinted>2024-12-24T14:59:00Z</cp:lastPrinted>
  <dcterms:created xsi:type="dcterms:W3CDTF">2015-11-17T11:48:00Z</dcterms:created>
  <dcterms:modified xsi:type="dcterms:W3CDTF">2024-12-24T14:59:00Z</dcterms:modified>
</cp:coreProperties>
</file>